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46EA9" w14:textId="77777777" w:rsidR="00B2471F" w:rsidRDefault="000F458E" w:rsidP="0002688D">
      <w:pPr>
        <w:jc w:val="center"/>
      </w:pPr>
      <w:r>
        <w:rPr>
          <w:noProof/>
        </w:rPr>
        <w:drawing>
          <wp:inline distT="0" distB="0" distL="0" distR="0" wp14:anchorId="1D454221" wp14:editId="46F4397D">
            <wp:extent cx="2145511" cy="1090535"/>
            <wp:effectExtent l="0" t="0" r="127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und stacked green 748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511" cy="1090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064F98" w14:textId="77777777" w:rsidR="00010725" w:rsidRDefault="00010725" w:rsidP="00010725"/>
    <w:p w14:paraId="372839FC" w14:textId="77777777" w:rsidR="00010725" w:rsidRPr="00F26704" w:rsidRDefault="00010725" w:rsidP="00010725">
      <w:pPr>
        <w:rPr>
          <w:rFonts w:ascii="BrownPro Light" w:hAnsi="BrownPro Light"/>
        </w:rPr>
      </w:pPr>
      <w:bookmarkStart w:id="0" w:name="_GoBack"/>
      <w:bookmarkEnd w:id="0"/>
    </w:p>
    <w:sectPr w:rsidR="00010725" w:rsidRPr="00F26704" w:rsidSect="006F4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Pro Light">
    <w:panose1 w:val="00010400010101010101"/>
    <w:charset w:val="4D"/>
    <w:family w:val="auto"/>
    <w:notTrueType/>
    <w:pitch w:val="variable"/>
    <w:sig w:usb0="A00000BF" w:usb1="40002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17"/>
    <w:rsid w:val="00010725"/>
    <w:rsid w:val="0002688D"/>
    <w:rsid w:val="000F458E"/>
    <w:rsid w:val="002B117D"/>
    <w:rsid w:val="0068093C"/>
    <w:rsid w:val="006F4AAF"/>
    <w:rsid w:val="00795EFD"/>
    <w:rsid w:val="007C0CAA"/>
    <w:rsid w:val="009C123E"/>
    <w:rsid w:val="00AF3921"/>
    <w:rsid w:val="00B70015"/>
    <w:rsid w:val="00B7499F"/>
    <w:rsid w:val="00B97D3D"/>
    <w:rsid w:val="00BE2317"/>
    <w:rsid w:val="00DD4644"/>
    <w:rsid w:val="00DE1C01"/>
    <w:rsid w:val="00F26704"/>
    <w:rsid w:val="00F60AD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CE3388"/>
  <w15:chartTrackingRefBased/>
  <w15:docId w15:val="{C7525083-E277-4F48-9897-28364E0F6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yrachevalier/Desktop/GundLetterhead_Gre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GundLetterhead_Green.dotx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Kyra Chevalier</cp:lastModifiedBy>
  <cp:revision>4</cp:revision>
  <cp:lastPrinted>2017-04-28T18:49:00Z</cp:lastPrinted>
  <dcterms:created xsi:type="dcterms:W3CDTF">2019-08-27T15:00:00Z</dcterms:created>
  <dcterms:modified xsi:type="dcterms:W3CDTF">2020-02-10T18:41:00Z</dcterms:modified>
</cp:coreProperties>
</file>